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4F41702-4702-40DA-8527-ED7BBDD928C9}"/>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